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AC" w:rsidRDefault="00227EAC" w:rsidP="00227EAC">
      <w:pPr>
        <w:spacing w:before="120" w:after="120"/>
        <w:jc w:val="both"/>
        <w:rPr>
          <w:sz w:val="28"/>
          <w:szCs w:val="28"/>
        </w:rPr>
      </w:pPr>
      <w:bookmarkStart w:id="0" w:name="_GoBack"/>
      <w:bookmarkEnd w:id="0"/>
    </w:p>
    <w:p w:rsidR="00F65EC2" w:rsidRPr="00F65EC2" w:rsidRDefault="00F65EC2" w:rsidP="00227EAC">
      <w:pPr>
        <w:spacing w:before="120" w:after="120"/>
        <w:jc w:val="both"/>
        <w:rPr>
          <w:sz w:val="28"/>
          <w:szCs w:val="28"/>
        </w:rPr>
      </w:pPr>
      <w:r w:rsidRPr="00F65EC2">
        <w:rPr>
          <w:sz w:val="28"/>
          <w:szCs w:val="28"/>
        </w:rPr>
        <w:t>Nome:</w:t>
      </w:r>
      <w:r>
        <w:rPr>
          <w:sz w:val="28"/>
          <w:szCs w:val="28"/>
        </w:rPr>
        <w:t xml:space="preserve"> _______________________________________________________</w:t>
      </w:r>
    </w:p>
    <w:p w:rsidR="00F65EC2" w:rsidRPr="00F65EC2" w:rsidRDefault="00F65EC2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Profissão</w:t>
      </w:r>
      <w:r w:rsidRPr="00F65EC2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____________________________________________________</w:t>
      </w:r>
    </w:p>
    <w:p w:rsidR="00DF2F9D" w:rsidRDefault="00DF2F9D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Cartório Notarial: ____________________________________</w:t>
      </w:r>
      <w:r w:rsidR="00227EAC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</w:p>
    <w:p w:rsidR="00DF2F9D" w:rsidRDefault="00DF2F9D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N.º de membro da ordem dos notários: ____________________________</w:t>
      </w:r>
    </w:p>
    <w:p w:rsidR="00F65EC2" w:rsidRDefault="00F65EC2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Morada</w:t>
      </w:r>
      <w:r w:rsidRPr="00F65EC2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_____________________________________________________</w:t>
      </w:r>
    </w:p>
    <w:p w:rsidR="00F65EC2" w:rsidRDefault="00F65EC2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Data de nascimento: ___________________________________________</w:t>
      </w:r>
    </w:p>
    <w:p w:rsidR="00F65EC2" w:rsidRDefault="00FD2125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 w:rsidR="00F65EC2">
        <w:rPr>
          <w:sz w:val="28"/>
          <w:szCs w:val="28"/>
        </w:rPr>
        <w:t>aturalidade</w:t>
      </w:r>
      <w:r w:rsidR="006D54F2">
        <w:rPr>
          <w:sz w:val="28"/>
          <w:szCs w:val="28"/>
        </w:rPr>
        <w:t xml:space="preserve"> </w:t>
      </w:r>
      <w:r>
        <w:rPr>
          <w:sz w:val="28"/>
          <w:szCs w:val="28"/>
        </w:rPr>
        <w:t>(freguesia e concelho)</w:t>
      </w:r>
      <w:r w:rsidR="00F65EC2">
        <w:rPr>
          <w:sz w:val="28"/>
          <w:szCs w:val="28"/>
        </w:rPr>
        <w:t>: ___</w:t>
      </w:r>
      <w:r>
        <w:rPr>
          <w:sz w:val="28"/>
          <w:szCs w:val="28"/>
        </w:rPr>
        <w:t>_________</w:t>
      </w:r>
      <w:r w:rsidR="00F65EC2">
        <w:rPr>
          <w:sz w:val="28"/>
          <w:szCs w:val="28"/>
        </w:rPr>
        <w:t>___</w:t>
      </w:r>
      <w:r>
        <w:rPr>
          <w:sz w:val="28"/>
          <w:szCs w:val="28"/>
        </w:rPr>
        <w:t>_______________</w:t>
      </w:r>
    </w:p>
    <w:p w:rsidR="00D00FFF" w:rsidRDefault="00227EAC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D00FFF">
        <w:rPr>
          <w:sz w:val="28"/>
          <w:szCs w:val="28"/>
        </w:rPr>
        <w:t>____________________________</w:t>
      </w:r>
      <w:r w:rsidR="00D00FFF" w:rsidRPr="00D00FFF">
        <w:rPr>
          <w:sz w:val="28"/>
          <w:szCs w:val="28"/>
        </w:rPr>
        <w:t xml:space="preserve"> </w:t>
      </w:r>
      <w:r w:rsidR="00D00FFF">
        <w:rPr>
          <w:sz w:val="28"/>
          <w:szCs w:val="28"/>
        </w:rPr>
        <w:t>Telemóvel: ______________________</w:t>
      </w:r>
    </w:p>
    <w:p w:rsidR="00FD2125" w:rsidRDefault="00F65EC2" w:rsidP="00227EA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Telefone: ________</w:t>
      </w:r>
      <w:r w:rsidR="00FD2125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="00D00FFF">
        <w:rPr>
          <w:sz w:val="28"/>
          <w:szCs w:val="28"/>
        </w:rPr>
        <w:t xml:space="preserve"> </w:t>
      </w:r>
      <w:proofErr w:type="gramStart"/>
      <w:r w:rsidR="00FD2125">
        <w:rPr>
          <w:sz w:val="28"/>
          <w:szCs w:val="28"/>
        </w:rPr>
        <w:t>Fax</w:t>
      </w:r>
      <w:proofErr w:type="gramEnd"/>
      <w:r w:rsidR="00FD2125">
        <w:rPr>
          <w:sz w:val="28"/>
          <w:szCs w:val="28"/>
        </w:rPr>
        <w:t>:_____________________</w:t>
      </w:r>
      <w:r w:rsidR="00D00FFF">
        <w:rPr>
          <w:sz w:val="28"/>
          <w:szCs w:val="28"/>
        </w:rPr>
        <w:t>_______</w:t>
      </w:r>
    </w:p>
    <w:p w:rsidR="00F65EC2" w:rsidRPr="00F65EC2" w:rsidRDefault="00F65EC2" w:rsidP="00227EAC">
      <w:pPr>
        <w:spacing w:before="120" w:after="1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e-mail</w:t>
      </w:r>
      <w:proofErr w:type="gramEnd"/>
      <w:r>
        <w:rPr>
          <w:sz w:val="28"/>
          <w:szCs w:val="28"/>
        </w:rPr>
        <w:t>: ______________________________________________________</w:t>
      </w:r>
    </w:p>
    <w:p w:rsidR="00255CF9" w:rsidRDefault="00066FDA" w:rsidP="00227EAC">
      <w:pPr>
        <w:spacing w:before="120" w:after="120"/>
        <w:rPr>
          <w:sz w:val="28"/>
        </w:rPr>
      </w:pPr>
      <w:r w:rsidRPr="00D00FFF">
        <w:rPr>
          <w:sz w:val="28"/>
        </w:rPr>
        <w:t>NI</w:t>
      </w:r>
      <w:r w:rsidR="00D00FFF">
        <w:rPr>
          <w:sz w:val="28"/>
        </w:rPr>
        <w:t xml:space="preserve">F: _________________ </w:t>
      </w:r>
      <w:r w:rsidRPr="00D00FFF">
        <w:rPr>
          <w:sz w:val="28"/>
        </w:rPr>
        <w:t>Documento de ident</w:t>
      </w:r>
      <w:r w:rsidR="00D00FFF">
        <w:rPr>
          <w:sz w:val="28"/>
        </w:rPr>
        <w:t>ificação</w:t>
      </w:r>
      <w:proofErr w:type="gramStart"/>
      <w:r w:rsidR="00D00FFF">
        <w:rPr>
          <w:sz w:val="28"/>
        </w:rPr>
        <w:t>:  _______________</w:t>
      </w:r>
      <w:proofErr w:type="gramEnd"/>
    </w:p>
    <w:p w:rsidR="00066FDA" w:rsidRPr="00D00FFF" w:rsidRDefault="00D00FFF" w:rsidP="00227EAC">
      <w:pPr>
        <w:spacing w:before="120" w:after="120"/>
        <w:rPr>
          <w:sz w:val="28"/>
        </w:rPr>
      </w:pPr>
      <w:proofErr w:type="gramStart"/>
      <w:r>
        <w:rPr>
          <w:sz w:val="28"/>
        </w:rPr>
        <w:t>n.º</w:t>
      </w:r>
      <w:proofErr w:type="gramEnd"/>
      <w:r>
        <w:rPr>
          <w:sz w:val="28"/>
        </w:rPr>
        <w:t xml:space="preserve"> ____________________ </w:t>
      </w:r>
      <w:r w:rsidR="00066FDA" w:rsidRPr="00D00FFF">
        <w:rPr>
          <w:sz w:val="28"/>
        </w:rPr>
        <w:t>Emissão/validade: ________</w:t>
      </w:r>
      <w:r w:rsidR="00227EAC">
        <w:rPr>
          <w:sz w:val="28"/>
        </w:rPr>
        <w:t>_</w:t>
      </w:r>
      <w:r w:rsidR="00066FDA" w:rsidRPr="00D00FFF">
        <w:rPr>
          <w:sz w:val="28"/>
        </w:rPr>
        <w:t>_____</w:t>
      </w:r>
      <w:r>
        <w:rPr>
          <w:sz w:val="28"/>
        </w:rPr>
        <w:t>________</w:t>
      </w:r>
    </w:p>
    <w:p w:rsidR="00066FDA" w:rsidRDefault="00066FDA" w:rsidP="00227EAC">
      <w:pPr>
        <w:spacing w:before="120" w:after="120"/>
        <w:rPr>
          <w:b/>
        </w:rPr>
      </w:pPr>
    </w:p>
    <w:p w:rsidR="00F65EC2" w:rsidRDefault="00F65EC2" w:rsidP="00227EAC">
      <w:pPr>
        <w:spacing w:before="120" w:after="120"/>
      </w:pPr>
      <w:r>
        <w:t>Associados proponentes:</w:t>
      </w:r>
    </w:p>
    <w:p w:rsidR="00F65EC2" w:rsidRDefault="00F65EC2" w:rsidP="00227EAC">
      <w:pPr>
        <w:spacing w:before="120" w:after="120"/>
      </w:pPr>
      <w:r>
        <w:t>Associado _________________________________________</w:t>
      </w:r>
      <w:r w:rsidR="00227EAC">
        <w:t>_</w:t>
      </w:r>
      <w:r>
        <w:t>__________________________</w:t>
      </w:r>
    </w:p>
    <w:p w:rsidR="00F65EC2" w:rsidRDefault="00F65EC2" w:rsidP="00227EAC">
      <w:pPr>
        <w:spacing w:before="120" w:after="120"/>
      </w:pPr>
      <w:r>
        <w:t xml:space="preserve">N. de associado: </w:t>
      </w:r>
      <w:r w:rsidR="00227EAC">
        <w:t xml:space="preserve">_________ </w:t>
      </w:r>
      <w:proofErr w:type="gramStart"/>
      <w:r w:rsidR="00227EAC">
        <w:t>email</w:t>
      </w:r>
      <w:proofErr w:type="gramEnd"/>
      <w:r w:rsidR="00227EAC">
        <w:t>:_________________________________________________</w:t>
      </w:r>
    </w:p>
    <w:p w:rsidR="00644F8C" w:rsidRDefault="00644F8C" w:rsidP="00227EAC">
      <w:pPr>
        <w:spacing w:before="120" w:after="120"/>
      </w:pPr>
      <w:r>
        <w:t>Associado ______________________________________</w:t>
      </w:r>
      <w:r w:rsidR="00227EAC">
        <w:t>_</w:t>
      </w:r>
      <w:r>
        <w:t>_____________________________</w:t>
      </w:r>
    </w:p>
    <w:p w:rsidR="00227EAC" w:rsidRDefault="00227EAC" w:rsidP="00227EAC">
      <w:pPr>
        <w:spacing w:before="120" w:after="120"/>
      </w:pPr>
      <w:r>
        <w:t xml:space="preserve">N. de associado: _________ </w:t>
      </w:r>
      <w:proofErr w:type="gramStart"/>
      <w:r>
        <w:t>email</w:t>
      </w:r>
      <w:proofErr w:type="gramEnd"/>
      <w:r>
        <w:t>:_________________________________________________</w:t>
      </w:r>
    </w:p>
    <w:p w:rsidR="00227EAC" w:rsidRDefault="00227EAC" w:rsidP="00227EAC">
      <w:pPr>
        <w:spacing w:before="120" w:after="120"/>
        <w:jc w:val="right"/>
        <w:rPr>
          <w:b/>
        </w:rPr>
      </w:pPr>
    </w:p>
    <w:p w:rsidR="00D00FFF" w:rsidRDefault="00D00FFF" w:rsidP="00227EAC">
      <w:pPr>
        <w:spacing w:before="120" w:after="120"/>
        <w:jc w:val="right"/>
        <w:rPr>
          <w:b/>
        </w:rPr>
      </w:pPr>
      <w:proofErr w:type="gramStart"/>
      <w:r>
        <w:rPr>
          <w:b/>
        </w:rPr>
        <w:t xml:space="preserve">Data </w:t>
      </w:r>
      <w:proofErr w:type="gramEnd"/>
      <w:r w:rsidRPr="00644F8C">
        <w:rPr>
          <w:b/>
        </w:rPr>
        <w:t>:</w:t>
      </w:r>
      <w:r>
        <w:rPr>
          <w:b/>
        </w:rPr>
        <w:t xml:space="preserve"> ______/_______/_______</w:t>
      </w:r>
    </w:p>
    <w:p w:rsidR="00D00FFF" w:rsidRPr="00644F8C" w:rsidRDefault="00D00FFF" w:rsidP="00227EAC">
      <w:pPr>
        <w:spacing w:before="120" w:after="120"/>
        <w:jc w:val="right"/>
        <w:rPr>
          <w:b/>
        </w:rPr>
      </w:pPr>
    </w:p>
    <w:p w:rsidR="00644F8C" w:rsidRDefault="00644F8C" w:rsidP="00227EAC">
      <w:pPr>
        <w:spacing w:before="120" w:after="120"/>
        <w:jc w:val="center"/>
      </w:pPr>
      <w:r>
        <w:t>_________________________________________________________________</w:t>
      </w:r>
    </w:p>
    <w:p w:rsidR="00644F8C" w:rsidRDefault="00644F8C" w:rsidP="00227EAC">
      <w:pPr>
        <w:spacing w:before="120" w:after="120"/>
        <w:jc w:val="center"/>
      </w:pPr>
      <w:r>
        <w:t xml:space="preserve">(assinatura conforme </w:t>
      </w:r>
      <w:r w:rsidR="00066FDA">
        <w:t>documento de identificação</w:t>
      </w:r>
      <w:r>
        <w:t>)</w:t>
      </w:r>
    </w:p>
    <w:p w:rsidR="00227EAC" w:rsidRDefault="00227EAC" w:rsidP="00227EAC">
      <w:pPr>
        <w:spacing w:before="120" w:after="120"/>
      </w:pPr>
    </w:p>
    <w:p w:rsidR="00227EAC" w:rsidRPr="00227EAC" w:rsidRDefault="00227EAC" w:rsidP="00227EAC">
      <w:pPr>
        <w:shd w:val="clear" w:color="auto" w:fill="F2F2F2" w:themeFill="background1" w:themeFillShade="F2"/>
        <w:spacing w:before="120" w:after="120"/>
        <w:rPr>
          <w:rFonts w:ascii="Arial Narrow" w:hAnsi="Arial Narrow"/>
        </w:rPr>
      </w:pPr>
      <w:r w:rsidRPr="00227EAC">
        <w:rPr>
          <w:rFonts w:ascii="Arial Narrow" w:hAnsi="Arial Narrow"/>
        </w:rPr>
        <w:t>Juntar: Cópia do documento de identificação</w:t>
      </w:r>
    </w:p>
    <w:sectPr w:rsidR="00227EAC" w:rsidRPr="00227EAC" w:rsidSect="00D00FFF">
      <w:headerReference w:type="default" r:id="rId6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624" w:rsidRDefault="00930624" w:rsidP="00F65EC2">
      <w:pPr>
        <w:spacing w:after="0" w:line="240" w:lineRule="auto"/>
      </w:pPr>
      <w:r>
        <w:separator/>
      </w:r>
    </w:p>
  </w:endnote>
  <w:endnote w:type="continuationSeparator" w:id="0">
    <w:p w:rsidR="00930624" w:rsidRDefault="00930624" w:rsidP="00F6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624" w:rsidRDefault="00930624" w:rsidP="00F65EC2">
      <w:pPr>
        <w:spacing w:after="0" w:line="240" w:lineRule="auto"/>
      </w:pPr>
      <w:r>
        <w:separator/>
      </w:r>
    </w:p>
  </w:footnote>
  <w:footnote w:type="continuationSeparator" w:id="0">
    <w:p w:rsidR="00930624" w:rsidRDefault="00930624" w:rsidP="00F65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518"/>
      <w:gridCol w:w="6126"/>
    </w:tblGrid>
    <w:tr w:rsidR="00FD2125" w:rsidTr="00FD2125">
      <w:tc>
        <w:tcPr>
          <w:tcW w:w="2518" w:type="dxa"/>
        </w:tcPr>
        <w:p w:rsidR="00FD2125" w:rsidRDefault="00FD2125" w:rsidP="00FD2125">
          <w:pPr>
            <w:pStyle w:val="Cabealho"/>
            <w:rPr>
              <w:b/>
              <w:sz w:val="24"/>
              <w:szCs w:val="24"/>
            </w:rPr>
          </w:pPr>
          <w:r>
            <w:rPr>
              <w:noProof/>
              <w:sz w:val="36"/>
              <w:szCs w:val="32"/>
              <w:u w:val="single"/>
            </w:rPr>
            <w:drawing>
              <wp:inline distT="0" distB="0" distL="0" distR="0">
                <wp:extent cx="1430203" cy="1367008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P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0915" cy="13676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6" w:type="dxa"/>
        </w:tcPr>
        <w:p w:rsidR="00FD2125" w:rsidRPr="00227EAC" w:rsidRDefault="00FD2125" w:rsidP="00FD2125">
          <w:pPr>
            <w:pStyle w:val="Cabealho"/>
            <w:jc w:val="right"/>
            <w:rPr>
              <w:rFonts w:ascii="Arial Narrow" w:hAnsi="Arial Narrow"/>
              <w:b/>
              <w:sz w:val="24"/>
              <w:szCs w:val="24"/>
            </w:rPr>
          </w:pPr>
          <w:r w:rsidRPr="00227EAC">
            <w:rPr>
              <w:rFonts w:ascii="Arial Narrow" w:hAnsi="Arial Narrow"/>
              <w:b/>
              <w:sz w:val="24"/>
              <w:szCs w:val="24"/>
            </w:rPr>
            <w:t>Ficha: ______/ _____</w:t>
          </w:r>
        </w:p>
        <w:p w:rsidR="00FD2125" w:rsidRPr="00227EAC" w:rsidRDefault="00227EAC" w:rsidP="00227EAC">
          <w:pPr>
            <w:pStyle w:val="Cabealho"/>
            <w:rPr>
              <w:rFonts w:ascii="Arial Narrow" w:hAnsi="Arial Narrow"/>
              <w:b/>
              <w:sz w:val="24"/>
              <w:szCs w:val="24"/>
            </w:rPr>
          </w:pPr>
          <w:r w:rsidRPr="00227EAC">
            <w:rPr>
              <w:rFonts w:ascii="Arial Narrow" w:hAnsi="Arial Narrow"/>
              <w:b/>
              <w:sz w:val="24"/>
              <w:szCs w:val="24"/>
            </w:rPr>
            <w:t xml:space="preserve">Associado: </w:t>
          </w:r>
        </w:p>
        <w:p w:rsidR="00FD2125" w:rsidRPr="00227EAC" w:rsidRDefault="00227EAC" w:rsidP="00227EAC">
          <w:pPr>
            <w:pStyle w:val="Cabealho"/>
            <w:jc w:val="right"/>
            <w:rPr>
              <w:rFonts w:ascii="Arial Narrow" w:hAnsi="Arial Narrow"/>
              <w:b/>
              <w:sz w:val="24"/>
              <w:szCs w:val="24"/>
            </w:rPr>
          </w:pPr>
          <w:r w:rsidRPr="00227EAC">
            <w:rPr>
              <w:rFonts w:ascii="Arial Narrow" w:hAnsi="Arial Narrow"/>
              <w:b/>
              <w:sz w:val="24"/>
              <w:szCs w:val="24"/>
            </w:rPr>
            <w:sym w:font="Wingdings" w:char="F0A8"/>
          </w:r>
          <w:r w:rsidRPr="00227EAC">
            <w:rPr>
              <w:rFonts w:ascii="Arial Narrow" w:hAnsi="Arial Narrow"/>
              <w:b/>
              <w:sz w:val="24"/>
              <w:szCs w:val="24"/>
            </w:rPr>
            <w:t xml:space="preserve">Efectivo           </w:t>
          </w:r>
          <w:r w:rsidRPr="00227EAC">
            <w:rPr>
              <w:rFonts w:ascii="Arial Narrow" w:hAnsi="Arial Narrow"/>
              <w:b/>
              <w:sz w:val="24"/>
              <w:szCs w:val="24"/>
            </w:rPr>
            <w:sym w:font="Wingdings" w:char="F0A8"/>
          </w:r>
          <w:r w:rsidRPr="00227EAC">
            <w:rPr>
              <w:rFonts w:ascii="Arial Narrow" w:hAnsi="Arial Narrow"/>
              <w:b/>
              <w:sz w:val="24"/>
              <w:szCs w:val="24"/>
            </w:rPr>
            <w:t xml:space="preserve">Honorário          </w:t>
          </w:r>
          <w:r w:rsidRPr="00227EAC">
            <w:rPr>
              <w:rFonts w:ascii="Arial Narrow" w:hAnsi="Arial Narrow"/>
              <w:b/>
              <w:sz w:val="24"/>
              <w:szCs w:val="24"/>
            </w:rPr>
            <w:sym w:font="Wingdings" w:char="F0A8"/>
          </w:r>
          <w:r w:rsidRPr="00227EAC">
            <w:rPr>
              <w:rFonts w:ascii="Arial Narrow" w:hAnsi="Arial Narrow"/>
              <w:b/>
              <w:sz w:val="24"/>
              <w:szCs w:val="24"/>
            </w:rPr>
            <w:t>Extraordinário</w:t>
          </w:r>
        </w:p>
        <w:p w:rsidR="00227EAC" w:rsidRDefault="00227EAC" w:rsidP="00227EAC">
          <w:pPr>
            <w:pStyle w:val="Cabealho"/>
            <w:rPr>
              <w:b/>
              <w:sz w:val="24"/>
              <w:szCs w:val="24"/>
            </w:rPr>
          </w:pPr>
        </w:p>
        <w:p w:rsidR="00FD2125" w:rsidRDefault="00FD2125" w:rsidP="00FD2125">
          <w:pPr>
            <w:pStyle w:val="Cabealho"/>
            <w:jc w:val="right"/>
            <w:rPr>
              <w:b/>
              <w:sz w:val="24"/>
              <w:szCs w:val="24"/>
            </w:rPr>
          </w:pPr>
        </w:p>
        <w:p w:rsidR="00227EAC" w:rsidRDefault="00227EAC" w:rsidP="00FD2125">
          <w:pPr>
            <w:pStyle w:val="Cabealho"/>
            <w:jc w:val="right"/>
            <w:rPr>
              <w:b/>
              <w:sz w:val="24"/>
              <w:szCs w:val="24"/>
            </w:rPr>
          </w:pPr>
        </w:p>
        <w:p w:rsidR="00FD2125" w:rsidRPr="00227EAC" w:rsidRDefault="00FD2125" w:rsidP="00227EAC">
          <w:pPr>
            <w:pStyle w:val="Cabealho"/>
            <w:jc w:val="center"/>
            <w:rPr>
              <w:b/>
              <w:sz w:val="24"/>
              <w:szCs w:val="24"/>
            </w:rPr>
          </w:pPr>
          <w:r w:rsidRPr="00227EAC">
            <w:rPr>
              <w:b/>
              <w:sz w:val="36"/>
              <w:szCs w:val="32"/>
              <w:u w:val="single"/>
            </w:rPr>
            <w:t>FICHA DE INSCRIÇÃO DE ASSOCIADO</w:t>
          </w:r>
        </w:p>
      </w:tc>
    </w:tr>
  </w:tbl>
  <w:p w:rsidR="00F65EC2" w:rsidRDefault="00F65EC2" w:rsidP="00227EAC">
    <w:pPr>
      <w:pStyle w:val="Cabealho"/>
      <w:pBdr>
        <w:bottom w:val="single" w:sz="4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3084"/>
    <w:rsid w:val="00021C96"/>
    <w:rsid w:val="00066FDA"/>
    <w:rsid w:val="000C27CF"/>
    <w:rsid w:val="000F00F3"/>
    <w:rsid w:val="001D77A0"/>
    <w:rsid w:val="00227EAC"/>
    <w:rsid w:val="00255CF9"/>
    <w:rsid w:val="00264496"/>
    <w:rsid w:val="00644F8C"/>
    <w:rsid w:val="006D54F2"/>
    <w:rsid w:val="00843A67"/>
    <w:rsid w:val="00930624"/>
    <w:rsid w:val="00D00FFF"/>
    <w:rsid w:val="00D07BA5"/>
    <w:rsid w:val="00DF2F9D"/>
    <w:rsid w:val="00F64DC7"/>
    <w:rsid w:val="00F65EC2"/>
    <w:rsid w:val="00F73084"/>
    <w:rsid w:val="00FD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DC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65E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65EC2"/>
  </w:style>
  <w:style w:type="paragraph" w:styleId="Rodap">
    <w:name w:val="footer"/>
    <w:basedOn w:val="Normal"/>
    <w:link w:val="RodapCarcter"/>
    <w:uiPriority w:val="99"/>
    <w:unhideWhenUsed/>
    <w:rsid w:val="00F65E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65EC2"/>
  </w:style>
  <w:style w:type="paragraph" w:styleId="Textodebalo">
    <w:name w:val="Balloon Text"/>
    <w:basedOn w:val="Normal"/>
    <w:link w:val="TextodebaloCarcter"/>
    <w:uiPriority w:val="99"/>
    <w:semiHidden/>
    <w:unhideWhenUsed/>
    <w:rsid w:val="00F6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65EC2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FD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65E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65EC2"/>
  </w:style>
  <w:style w:type="paragraph" w:styleId="Rodap">
    <w:name w:val="footer"/>
    <w:basedOn w:val="Normal"/>
    <w:link w:val="RodapCarcter"/>
    <w:uiPriority w:val="99"/>
    <w:unhideWhenUsed/>
    <w:rsid w:val="00F65E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65EC2"/>
  </w:style>
  <w:style w:type="paragraph" w:styleId="Textodebalo">
    <w:name w:val="Balloon Text"/>
    <w:basedOn w:val="Normal"/>
    <w:link w:val="TextodebaloCarcter"/>
    <w:uiPriority w:val="99"/>
    <w:semiHidden/>
    <w:unhideWhenUsed/>
    <w:rsid w:val="00F6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65EC2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FD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lce\Documents\Associa&#231;&#227;o\FICHA%20DE%20INSCRI&#199;&#195;O%20DE%20ASSOCIAD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FICHA DE INSCRIÇÃO DE ASSOCIADO</Template>
  <TotalTime>2</TotalTime>
  <Pages>1</Pages>
  <Words>206</Words>
  <Characters>1113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 Lopes</dc:creator>
  <cp:lastModifiedBy>sbras</cp:lastModifiedBy>
  <cp:revision>2</cp:revision>
  <dcterms:created xsi:type="dcterms:W3CDTF">2016-03-03T16:13:00Z</dcterms:created>
  <dcterms:modified xsi:type="dcterms:W3CDTF">2016-03-03T16:13:00Z</dcterms:modified>
</cp:coreProperties>
</file>